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B18ED" w14:textId="77777777" w:rsidR="00224C67" w:rsidRPr="00C913A8" w:rsidRDefault="002D64ED" w:rsidP="001371EA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318"/>
      </w:tblGrid>
      <w:tr w:rsidR="006109B7" w:rsidRPr="00C40101" w14:paraId="66DC1BB5" w14:textId="77777777" w:rsidTr="00FD6DFD">
        <w:tc>
          <w:tcPr>
            <w:tcW w:w="2876" w:type="dxa"/>
          </w:tcPr>
          <w:p w14:paraId="74A81256" w14:textId="77777777" w:rsidR="006109B7" w:rsidRPr="00C40101" w:rsidRDefault="006109B7" w:rsidP="002D64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práce: 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3"/>
            <w:placeholder>
              <w:docPart w:val="DBB0DF7AD3A943EFB07782EAC54A72F9"/>
            </w:placeholder>
            <w:showingPlcHdr/>
            <w:text/>
          </w:sdtPr>
          <w:sdtEndPr/>
          <w:sdtContent>
            <w:tc>
              <w:tcPr>
                <w:tcW w:w="7318" w:type="dxa"/>
              </w:tcPr>
              <w:p w14:paraId="6ED47011" w14:textId="77777777" w:rsidR="006109B7" w:rsidRPr="00C40101" w:rsidRDefault="006109B7" w:rsidP="002D64ED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6109B7" w:rsidRPr="00C40101" w14:paraId="07E702FC" w14:textId="77777777" w:rsidTr="00FD6DFD">
        <w:tc>
          <w:tcPr>
            <w:tcW w:w="2876" w:type="dxa"/>
          </w:tcPr>
          <w:p w14:paraId="251FDF60" w14:textId="77777777" w:rsidR="006109B7" w:rsidRPr="00C40101" w:rsidRDefault="006109B7" w:rsidP="002D64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Jméno autora: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4"/>
            <w:placeholder>
              <w:docPart w:val="884F551D34B7437AAC34A416B6B2FCAD"/>
            </w:placeholder>
            <w:showingPlcHdr/>
            <w:text/>
          </w:sdtPr>
          <w:sdtEndPr/>
          <w:sdtContent>
            <w:tc>
              <w:tcPr>
                <w:tcW w:w="7318" w:type="dxa"/>
              </w:tcPr>
              <w:p w14:paraId="52C91993" w14:textId="77777777" w:rsidR="006109B7" w:rsidRPr="004A002C" w:rsidRDefault="006109B7" w:rsidP="002D64ED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6109B7" w:rsidRPr="00C40101" w14:paraId="7BD7BD47" w14:textId="77777777" w:rsidTr="00FD6DFD">
        <w:tc>
          <w:tcPr>
            <w:tcW w:w="2876" w:type="dxa"/>
          </w:tcPr>
          <w:p w14:paraId="446A2436" w14:textId="77777777" w:rsidR="006109B7" w:rsidRPr="00C40101" w:rsidRDefault="006109B7" w:rsidP="002D64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Typ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Typ práce"/>
            <w:tag w:val="Typ práce"/>
            <w:id w:val="14617375"/>
            <w:placeholder>
              <w:docPart w:val="2B06AC949035467EAB2CB52A6EBCF2E9"/>
            </w:placeholder>
            <w:showingPlcHdr/>
            <w:dropDownList>
              <w:listItem w:value="Zvolte položku."/>
              <w:listItem w:displayText="bakalářská práce" w:value="bakalářská práce"/>
              <w:listItem w:displayText="výzkumný úkol" w:value="výzkumný úkol"/>
              <w:listItem w:displayText="diplomová práce" w:value="diplomová práce"/>
            </w:dropDownList>
          </w:sdtPr>
          <w:sdtEndPr/>
          <w:sdtContent>
            <w:tc>
              <w:tcPr>
                <w:tcW w:w="7318" w:type="dxa"/>
              </w:tcPr>
              <w:p w14:paraId="36FBFAF8" w14:textId="77777777" w:rsidR="006109B7" w:rsidRPr="00C40101" w:rsidRDefault="00FD6DFD" w:rsidP="002D64ED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FD6DFD" w:rsidRPr="00C40101" w14:paraId="2B73EE6E" w14:textId="77777777" w:rsidTr="00FD6DFD">
        <w:tc>
          <w:tcPr>
            <w:tcW w:w="2876" w:type="dxa"/>
          </w:tcPr>
          <w:p w14:paraId="1E854E0C" w14:textId="77777777" w:rsidR="00FD6DFD" w:rsidRPr="00C40101" w:rsidRDefault="00FD6DFD" w:rsidP="00FD6D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</w:p>
        </w:tc>
        <w:tc>
          <w:tcPr>
            <w:tcW w:w="7318" w:type="dxa"/>
          </w:tcPr>
          <w:p w14:paraId="7B0FE292" w14:textId="77777777" w:rsidR="00FD6DFD" w:rsidRPr="00C40101" w:rsidRDefault="00FD6DFD" w:rsidP="00FD6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Fakulta jaderná a fyzikálně inženýrská (FJFI)</w:t>
            </w:r>
          </w:p>
        </w:tc>
      </w:tr>
      <w:tr w:rsidR="00FD6DFD" w:rsidRPr="00C40101" w14:paraId="13DA0124" w14:textId="77777777" w:rsidTr="00FD6DFD">
        <w:tc>
          <w:tcPr>
            <w:tcW w:w="2876" w:type="dxa"/>
          </w:tcPr>
          <w:p w14:paraId="198EC150" w14:textId="77777777" w:rsidR="00FD6DFD" w:rsidRPr="00C40101" w:rsidRDefault="00FD6DFD" w:rsidP="00FD6D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Katedra:</w:t>
            </w:r>
          </w:p>
        </w:tc>
        <w:tc>
          <w:tcPr>
            <w:tcW w:w="7318" w:type="dxa"/>
          </w:tcPr>
          <w:p w14:paraId="149ADB41" w14:textId="38E3A96A" w:rsidR="00FD6DFD" w:rsidRPr="00C40101" w:rsidRDefault="00FD6DFD" w:rsidP="00FD6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Katedra </w:t>
            </w:r>
            <w:r w:rsidR="00641243">
              <w:rPr>
                <w:rFonts w:asciiTheme="minorHAnsi" w:hAnsiTheme="minorHAnsi" w:cstheme="minorHAnsi"/>
                <w:sz w:val="22"/>
                <w:szCs w:val="22"/>
              </w:rPr>
              <w:t>fyziky</w:t>
            </w:r>
            <w:bookmarkStart w:id="0" w:name="_GoBack"/>
            <w:bookmarkEnd w:id="0"/>
          </w:p>
        </w:tc>
      </w:tr>
      <w:tr w:rsidR="006109B7" w:rsidRPr="00C40101" w14:paraId="5EA296E3" w14:textId="77777777" w:rsidTr="00FD6DFD">
        <w:tc>
          <w:tcPr>
            <w:tcW w:w="2876" w:type="dxa"/>
          </w:tcPr>
          <w:p w14:paraId="2D6A8238" w14:textId="77777777" w:rsidR="006109B7" w:rsidRPr="00C40101" w:rsidRDefault="00747AF4" w:rsidP="002D64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Oponent</w:t>
            </w:r>
            <w:r w:rsidR="006109B7"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617380"/>
            <w:placeholder>
              <w:docPart w:val="A9F2755696EA445EA435A7FDAA28ECC0"/>
            </w:placeholder>
            <w:showingPlcHdr/>
            <w:text/>
          </w:sdtPr>
          <w:sdtEndPr/>
          <w:sdtContent>
            <w:tc>
              <w:tcPr>
                <w:tcW w:w="7318" w:type="dxa"/>
              </w:tcPr>
              <w:p w14:paraId="6A126466" w14:textId="77777777" w:rsidR="006109B7" w:rsidRPr="00C40101" w:rsidRDefault="004B6086" w:rsidP="002D64ED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6109B7" w:rsidRPr="00C40101" w14:paraId="57453CA7" w14:textId="77777777" w:rsidTr="00FD6DFD">
        <w:tc>
          <w:tcPr>
            <w:tcW w:w="2876" w:type="dxa"/>
          </w:tcPr>
          <w:p w14:paraId="1E8369A5" w14:textId="77777777" w:rsidR="006109B7" w:rsidRPr="00C40101" w:rsidRDefault="006109B7" w:rsidP="00747A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Pracoviště </w:t>
            </w:r>
            <w:r w:rsidR="00747AF4">
              <w:rPr>
                <w:rFonts w:asciiTheme="minorHAnsi" w:hAnsiTheme="minorHAnsi" w:cstheme="minorHAnsi"/>
                <w:b/>
                <w:sz w:val="22"/>
                <w:szCs w:val="22"/>
              </w:rPr>
              <w:t>oponenta</w:t>
            </w: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617381"/>
            <w:placeholder>
              <w:docPart w:val="9431F45B855E47A98D507C52ADB5D091"/>
            </w:placeholder>
            <w:showingPlcHdr/>
            <w:text/>
          </w:sdtPr>
          <w:sdtEndPr/>
          <w:sdtContent>
            <w:tc>
              <w:tcPr>
                <w:tcW w:w="7318" w:type="dxa"/>
              </w:tcPr>
              <w:p w14:paraId="327896FD" w14:textId="77777777" w:rsidR="006109B7" w:rsidRPr="00C40101" w:rsidRDefault="004B6086" w:rsidP="006109B7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1634BD38" w14:textId="77777777" w:rsidR="006109B7" w:rsidRPr="00C913A8" w:rsidRDefault="006109B7" w:rsidP="002D64ED">
      <w:pPr>
        <w:rPr>
          <w:rFonts w:asciiTheme="minorHAnsi" w:hAnsiTheme="minorHAnsi" w:cstheme="minorHAnsi"/>
          <w:b/>
        </w:rPr>
      </w:pPr>
    </w:p>
    <w:p w14:paraId="004BCC10" w14:textId="77777777" w:rsidR="00345852" w:rsidRPr="00C913A8" w:rsidRDefault="00345852" w:rsidP="001371EA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II. HODNOCENÍ JEDNOTLIVÝCH KRITÉRIÍ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4"/>
        <w:gridCol w:w="3250"/>
      </w:tblGrid>
      <w:tr w:rsidR="00345852" w:rsidRPr="00C913A8" w14:paraId="3A191C94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76E0368F" w14:textId="77777777" w:rsidR="00EA5D13" w:rsidRPr="00AA2152" w:rsidRDefault="00345852" w:rsidP="003458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Zadání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Náročnost zadání"/>
            <w:tag w:val="Náročnost zadání"/>
            <w:id w:val="14617402"/>
            <w:placeholder>
              <w:docPart w:val="B003237609F74524952ED561D394E08B"/>
            </w:placeholder>
            <w:showingPlcHdr/>
            <w:dropDownList>
              <w:listItem w:value="Zvolte položku."/>
              <w:listItem w:displayText="náročnější" w:value="náročnější"/>
              <w:listItem w:displayText="průměrně náročné" w:value="průměrně náročné"/>
              <w:listItem w:displayText="lehčí" w:value="lehčí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129A075C" w14:textId="77777777" w:rsidR="00345852" w:rsidRPr="00AA2152" w:rsidRDefault="00FD6DFD" w:rsidP="00345852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A2152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34D4B849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706A3088" w14:textId="77777777" w:rsidR="00AA2152" w:rsidRPr="00C913A8" w:rsidRDefault="00AA2152" w:rsidP="003458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Hodnocení náročnosti zadání závěrečné práce.</w:t>
            </w:r>
          </w:p>
        </w:tc>
      </w:tr>
      <w:tr w:rsidR="00EA5D13" w:rsidRPr="00C913A8" w14:paraId="461C5D2F" w14:textId="77777777" w:rsidTr="00F86ACB">
        <w:trPr>
          <w:trHeight w:val="276"/>
        </w:trPr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Zadání"/>
            <w:tag w:val="Zadání"/>
            <w:id w:val="1853686196"/>
            <w:placeholder>
              <w:docPart w:val="6BA2DE3D8E034D5889C2E243481B3091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5FAE8B21" w14:textId="77777777" w:rsidR="00EA5D13" w:rsidRPr="002F42C2" w:rsidRDefault="00FD6DFD" w:rsidP="00345852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492FB901" w14:textId="77777777" w:rsidR="001371EA" w:rsidRPr="00C913A8" w:rsidRDefault="001371EA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5"/>
        <w:gridCol w:w="3249"/>
      </w:tblGrid>
      <w:tr w:rsidR="00345852" w:rsidRPr="00C913A8" w14:paraId="3BF6CF2E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46D9288A" w14:textId="77777777" w:rsidR="00EA5D13" w:rsidRPr="00AA2152" w:rsidRDefault="00345852" w:rsidP="00EA5D13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Splnění zadání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Splnění zadání"/>
            <w:tag w:val="Splnění zadání"/>
            <w:id w:val="14617426"/>
            <w:placeholder>
              <w:docPart w:val="10DC39FF4C014E828A662814E4BA3B23"/>
            </w:placeholder>
            <w:showingPlcHdr/>
            <w:dropDownList>
              <w:listItem w:value="Zvolte položku."/>
              <w:listItem w:displayText="splněno" w:value="splněno"/>
              <w:listItem w:displayText="splněno s výhradami" w:value="splněno s výhradami"/>
              <w:listItem w:displayText="nesplněno" w:value="nesplněno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13F5136C" w14:textId="77777777" w:rsidR="00345852" w:rsidRPr="00C913A8" w:rsidRDefault="00FD6DFD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A2152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1C627CCB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0676F35A" w14:textId="77777777" w:rsidR="00AA2152" w:rsidRPr="00AA2152" w:rsidRDefault="00AA2152" w:rsidP="00AA21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Posuďte, zda předložená závěrečná práce splňuje zadání. V komentáři případně uveďte body zadání, které nebyly zcela splněny, nebo zda je práce oproti zadání rozšířena. Nebylo-li zadání zcela splněno, pokuste se posoudit závažnost, dopady a případně i příčiny jednotlivých nedostatků.</w:t>
            </w:r>
          </w:p>
        </w:tc>
      </w:tr>
      <w:tr w:rsidR="00EA5D13" w:rsidRPr="00C913A8" w14:paraId="6594A038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Splnění zadání"/>
            <w:tag w:val="Splnění zadání"/>
            <w:id w:val="-227383814"/>
            <w:placeholder>
              <w:docPart w:val="E8FEB19410E3415595DA4918953649AF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095A3AF6" w14:textId="77777777" w:rsidR="00EA5D13" w:rsidRPr="002F42C2" w:rsidRDefault="00FD6DFD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11D36EAC" w14:textId="77777777" w:rsidR="00345852" w:rsidRPr="00C913A8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5"/>
        <w:gridCol w:w="3249"/>
      </w:tblGrid>
      <w:tr w:rsidR="00345852" w:rsidRPr="00C913A8" w14:paraId="7B34B733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7749664B" w14:textId="77777777" w:rsidR="00C913A8" w:rsidRPr="00AA2152" w:rsidRDefault="007765EE" w:rsidP="00AA21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Zvolený postup řešení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Zvolený postup řešení"/>
            <w:tag w:val="Zvolený postup řešení"/>
            <w:id w:val="-1141732165"/>
            <w:placeholder>
              <w:docPart w:val="53926A08A5A64C8FBD01604B80FF0EBD"/>
            </w:placeholder>
            <w:showingPlcHdr/>
            <w:dropDownList>
              <w:listItem w:value="Zvolte položku."/>
              <w:listItem w:displayText="vhodný" w:value="vhodný"/>
              <w:listItem w:displayText="vhodný s výhradami" w:value="vhodný s výhradami"/>
              <w:listItem w:displayText="nevhodný" w:value="nevhodný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55E632B9" w14:textId="77777777" w:rsidR="00345852" w:rsidRPr="00C40101" w:rsidRDefault="00B83004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A2152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304E93D3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3065111F" w14:textId="77777777" w:rsidR="00AA2152" w:rsidRPr="005C0ED3" w:rsidRDefault="005C0ED3" w:rsidP="005C0ED3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5C0ED3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Posuďte, zda student zvolil správný postup nebo metody řešení.</w:t>
            </w:r>
          </w:p>
        </w:tc>
      </w:tr>
      <w:tr w:rsidR="00EA5D13" w:rsidRPr="00C913A8" w14:paraId="30F0DAB7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Zvolený postup řešení"/>
            <w:tag w:val="Zvolený postup řešení"/>
            <w:id w:val="-617598818"/>
            <w:placeholder>
              <w:docPart w:val="7F72F7984C0B4E60A82F7437D30E4A18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5189DD05" w14:textId="77777777" w:rsidR="00EA5D13" w:rsidRPr="002F42C2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b w:val="0"/>
                    <w:sz w:val="20"/>
                    <w:szCs w:val="20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2303666A" w14:textId="77777777" w:rsidR="00345852" w:rsidRPr="00C913A8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5"/>
        <w:gridCol w:w="3249"/>
      </w:tblGrid>
      <w:tr w:rsidR="00345852" w:rsidRPr="00C913A8" w14:paraId="2A95C4BE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547CB25E" w14:textId="77777777" w:rsidR="00C913A8" w:rsidRPr="00AA2152" w:rsidRDefault="00C913A8" w:rsidP="00AA21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Odborná úroveň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Odborná úroveň"/>
            <w:tag w:val="Odborná úroveň"/>
            <w:id w:val="-2131166899"/>
            <w:placeholder>
              <w:docPart w:val="2D6E6C8DC0624ABBBF0474A7749832C4"/>
            </w:placeholder>
            <w:showingPlcHdr/>
            <w:dropDownList>
              <w:listItem w:value="Zvolte položku."/>
              <w:listItem w:displayText="výborná" w:value="výborná"/>
              <w:listItem w:displayText="průměrná" w:value="průměrná"/>
              <w:listItem w:displayText="podprůměrná" w:value="podprůměrná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4ED3B363" w14:textId="77777777" w:rsidR="00345852" w:rsidRPr="00C913A8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56321A47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4EA97674" w14:textId="77777777" w:rsidR="00AA2152" w:rsidRPr="00C913A8" w:rsidRDefault="00AA2152" w:rsidP="002365F1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Posuďte úroveň odbornosti závěrečné práce, využití znalostí získaných studiem a z odborné literatury, využití podkladů a dat získaných z praxe.</w:t>
            </w:r>
          </w:p>
        </w:tc>
      </w:tr>
      <w:tr w:rsidR="00EA5D13" w:rsidRPr="00C913A8" w14:paraId="02B7E984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Odborná úroveň"/>
            <w:tag w:val="Odborná úroveň"/>
            <w:id w:val="1963912116"/>
            <w:placeholder>
              <w:docPart w:val="7A3E44E840E1475DB34F2DB99ADC9720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5B270356" w14:textId="77777777" w:rsidR="00EA5D13" w:rsidRPr="002F42C2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b w:val="0"/>
                    <w:sz w:val="20"/>
                    <w:szCs w:val="20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64861650" w14:textId="77777777" w:rsidR="00345852" w:rsidRPr="00C913A8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5"/>
        <w:gridCol w:w="3249"/>
      </w:tblGrid>
      <w:tr w:rsidR="00345852" w:rsidRPr="00C913A8" w14:paraId="3EFFFAAC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0712DF19" w14:textId="7C67E4C0" w:rsidR="00345852" w:rsidRPr="00AA2152" w:rsidRDefault="00C913A8" w:rsidP="00AA21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Formální a jazyková úroveň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Formální a jazyková úroveň"/>
            <w:tag w:val="Formální a jazyková úroveň"/>
            <w:id w:val="14617448"/>
            <w:placeholder>
              <w:docPart w:val="581F4E7009FC4BEA81998416967DCD9B"/>
            </w:placeholder>
            <w:showingPlcHdr/>
            <w:dropDownList>
              <w:listItem w:value="Zvolte položku."/>
              <w:listItem w:displayText="výborná" w:value="výborná"/>
              <w:listItem w:displayText="průměrná" w:value="průměrná"/>
              <w:listItem w:displayText="podprůměrná" w:value="podprůměrná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7A057900" w14:textId="77777777" w:rsidR="00345852" w:rsidRPr="00C913A8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A2152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2CB3A8B9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7D40741E" w14:textId="77777777" w:rsidR="00AA2152" w:rsidRPr="00C913A8" w:rsidRDefault="00AA2152" w:rsidP="002365F1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Posuďte správnost používání formálních zápisů obsažených v práci. Posuďte typografickou a jazykovou stránku</w:t>
            </w: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.</w:t>
            </w:r>
          </w:p>
        </w:tc>
      </w:tr>
      <w:tr w:rsidR="00EA5D13" w:rsidRPr="00C913A8" w14:paraId="0F5693D5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Formální a jazyková úroveň"/>
            <w:tag w:val="Formální a jazyková úroveň"/>
            <w:id w:val="91372077"/>
            <w:placeholder>
              <w:docPart w:val="1D1783E536964C8086A8E603549B9203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035C8492" w14:textId="77777777" w:rsidR="00EA5D13" w:rsidRPr="002F42C2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b w:val="0"/>
                    <w:sz w:val="20"/>
                    <w:szCs w:val="20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07720E1A" w14:textId="77777777" w:rsidR="00345852" w:rsidRPr="00C913A8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6"/>
        <w:gridCol w:w="3248"/>
      </w:tblGrid>
      <w:tr w:rsidR="00345852" w:rsidRPr="00C913A8" w14:paraId="1245E72F" w14:textId="77777777" w:rsidTr="00F86ACB">
        <w:tc>
          <w:tcPr>
            <w:tcW w:w="7054" w:type="dxa"/>
            <w:tcBorders>
              <w:bottom w:val="nil"/>
              <w:right w:val="nil"/>
            </w:tcBorders>
          </w:tcPr>
          <w:p w14:paraId="3D93A601" w14:textId="77777777" w:rsidR="00345852" w:rsidRPr="00AA2152" w:rsidRDefault="00C913A8" w:rsidP="00AA2152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Výběr zdrojů, korektnost citací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alias w:val="Výběr zdrojů, korektnost citací"/>
            <w:tag w:val="Výběr zdrojů, korektnost citací"/>
            <w:id w:val="1011331887"/>
            <w:placeholder>
              <w:docPart w:val="E8C70FF38C9440D79305FA381B8B0C59"/>
            </w:placeholder>
            <w:showingPlcHdr/>
            <w:dropDownList>
              <w:listItem w:value="Zvolte položku."/>
              <w:listItem w:displayText="výborné" w:value="výborné"/>
              <w:listItem w:displayText="průměrné" w:value="průměrné"/>
              <w:listItem w:displayText="podprůměrné" w:value="podprůměrné"/>
            </w:dropDownList>
          </w:sdtPr>
          <w:sdtEndPr/>
          <w:sdtContent>
            <w:tc>
              <w:tcPr>
                <w:tcW w:w="3290" w:type="dxa"/>
                <w:tcBorders>
                  <w:left w:val="nil"/>
                  <w:bottom w:val="nil"/>
                </w:tcBorders>
              </w:tcPr>
              <w:p w14:paraId="645454CB" w14:textId="77777777" w:rsidR="00345852" w:rsidRPr="00C913A8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A2152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A2152" w:rsidRPr="00C913A8" w14:paraId="3002F476" w14:textId="77777777" w:rsidTr="00F86ACB">
        <w:tc>
          <w:tcPr>
            <w:tcW w:w="10344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1EC2BE15" w14:textId="77777777" w:rsidR="00AA2152" w:rsidRPr="00C913A8" w:rsidRDefault="00AA2152" w:rsidP="002365F1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Vyjádřete se k aktivitě studenta při získávání a využívání studijních materiálů k řešení závěrečné práce. Charakterizujte výběr pramenů. Posuďte, zda student využil všechny relevantní zdroje. Ověřte, zda jsou všechny převzaté prvky řádně odlišeny od vlastních výsledků a úvah, zda nedošlo k porušení citační etiky a zda jsou bibliografické citace úplné a v souladu s citačními zvyklostmi a normami.</w:t>
            </w:r>
          </w:p>
        </w:tc>
      </w:tr>
      <w:tr w:rsidR="00EA5D13" w:rsidRPr="00C913A8" w14:paraId="67558AE9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Výběr zdrojů, korektnost citací"/>
            <w:tag w:val="Výběr zdrojů, korektnost citací"/>
            <w:id w:val="1791928555"/>
            <w:placeholder>
              <w:docPart w:val="2EF37088A1BC4906ADFA672C56672BC0"/>
            </w:placeholder>
            <w:showingPlcHdr/>
            <w:text w:multiLine="1"/>
          </w:sdtPr>
          <w:sdtEndPr/>
          <w:sdtContent>
            <w:tc>
              <w:tcPr>
                <w:tcW w:w="10344" w:type="dxa"/>
                <w:gridSpan w:val="2"/>
                <w:tcBorders>
                  <w:top w:val="single" w:sz="4" w:space="0" w:color="BFBFBF" w:themeColor="background1" w:themeShade="BF"/>
                </w:tcBorders>
              </w:tcPr>
              <w:p w14:paraId="7C691B9F" w14:textId="77777777" w:rsidR="00EA5D13" w:rsidRPr="002F42C2" w:rsidRDefault="00C070D3" w:rsidP="002365F1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outlineLvl w:val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57BEF911" w14:textId="77777777" w:rsidR="001371EA" w:rsidRPr="001371EA" w:rsidRDefault="001371EA" w:rsidP="001371EA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b w:val="0"/>
          <w:i/>
          <w:sz w:val="20"/>
          <w:szCs w:val="20"/>
        </w:rPr>
      </w:pPr>
    </w:p>
    <w:tbl>
      <w:tblPr>
        <w:tblStyle w:val="Mkatabulky"/>
        <w:tblW w:w="0" w:type="auto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94"/>
      </w:tblGrid>
      <w:tr w:rsidR="00C913A8" w:rsidRPr="00C913A8" w14:paraId="2B1A4E4F" w14:textId="77777777" w:rsidTr="00F86ACB">
        <w:tc>
          <w:tcPr>
            <w:tcW w:w="10344" w:type="dxa"/>
          </w:tcPr>
          <w:p w14:paraId="5465D4A5" w14:textId="77777777" w:rsidR="00C913A8" w:rsidRPr="00EA5D13" w:rsidRDefault="00C913A8" w:rsidP="00C913A8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sz w:val="22"/>
                <w:szCs w:val="22"/>
              </w:rPr>
              <w:t>Další komentáře a hodnocení</w:t>
            </w:r>
          </w:p>
          <w:p w14:paraId="619BA51E" w14:textId="77777777" w:rsidR="00C913A8" w:rsidRPr="00C913A8" w:rsidRDefault="00C913A8" w:rsidP="002365F1">
            <w:pPr>
              <w:pStyle w:val="Nzev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center" w:pos="5102"/>
                <w:tab w:val="left" w:pos="5664"/>
                <w:tab w:val="left" w:pos="6450"/>
              </w:tabs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13A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Vyjádřete se k úrovni dosažených hlavních výsledků závěrečné práce, např. k úrovni teoretických výsledků, nebo k úrovni a funkčnosti technického nebo programového vytvořeného řešení, publikačním výstupům, experimentální zručnosti apod.</w:t>
            </w:r>
          </w:p>
        </w:tc>
      </w:tr>
      <w:tr w:rsidR="00EA5D13" w:rsidRPr="00C913A8" w14:paraId="11B3369A" w14:textId="77777777" w:rsidTr="00F86ACB">
        <w:sdt>
          <w:sdtPr>
            <w:rPr>
              <w:rFonts w:asciiTheme="minorHAnsi" w:hAnsiTheme="minorHAnsi" w:cstheme="minorHAnsi"/>
              <w:b w:val="0"/>
              <w:sz w:val="22"/>
              <w:szCs w:val="22"/>
            </w:rPr>
            <w:alias w:val="Další komentáře a hodnocení"/>
            <w:tag w:val="Další komentáře a hodnocení"/>
            <w:id w:val="-1298062678"/>
            <w:placeholder>
              <w:docPart w:val="2F7FB1F646914D018F5C948522ABCF61"/>
            </w:placeholder>
            <w:showingPlcHdr/>
            <w:text w:multiLine="1"/>
          </w:sdtPr>
          <w:sdtEndPr/>
          <w:sdtContent>
            <w:tc>
              <w:tcPr>
                <w:tcW w:w="10344" w:type="dxa"/>
              </w:tcPr>
              <w:p w14:paraId="2B3B0172" w14:textId="77777777" w:rsidR="009D1306" w:rsidRPr="002F42C2" w:rsidRDefault="00DC01B4" w:rsidP="00C913A8">
                <w:pPr>
                  <w:pStyle w:val="Nzev"/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center" w:pos="5102"/>
                    <w:tab w:val="left" w:pos="5664"/>
                    <w:tab w:val="left" w:pos="6450"/>
                  </w:tabs>
                  <w:jc w:val="left"/>
                  <w:rPr>
                    <w:rFonts w:asciiTheme="minorHAnsi" w:hAnsiTheme="minorHAnsi" w:cstheme="minorHAnsi"/>
                    <w:b w:val="0"/>
                    <w:sz w:val="20"/>
                    <w:szCs w:val="20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234270AA" w14:textId="77777777" w:rsidR="00C913A8" w:rsidRPr="00C913A8" w:rsidRDefault="00C913A8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p w14:paraId="46E8DE82" w14:textId="77777777" w:rsidR="00345852" w:rsidRPr="00C913A8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p w14:paraId="6EACF645" w14:textId="77777777" w:rsidR="001853EE" w:rsidRDefault="001853EE" w:rsidP="003F0707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7C70951F" w14:textId="77777777" w:rsidR="005C0ED3" w:rsidRDefault="005C0ED3" w:rsidP="003F0707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0615C15F" w14:textId="77777777" w:rsidR="003F0707" w:rsidRDefault="003F0707" w:rsidP="003F0707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lastRenderedPageBreak/>
        <w:t>I</w:t>
      </w:r>
      <w:r>
        <w:rPr>
          <w:rFonts w:asciiTheme="minorHAnsi" w:hAnsiTheme="minorHAnsi" w:cstheme="minorHAnsi"/>
          <w:b/>
          <w:sz w:val="22"/>
          <w:szCs w:val="22"/>
        </w:rPr>
        <w:t>II</w:t>
      </w:r>
      <w:r w:rsidRPr="00C913A8"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>CELKOVÉ HODNOCENÍ</w:t>
      </w:r>
      <w:r w:rsidR="005C0ED3">
        <w:rPr>
          <w:rFonts w:asciiTheme="minorHAnsi" w:hAnsiTheme="minorHAnsi" w:cstheme="minorHAnsi"/>
          <w:b/>
          <w:sz w:val="22"/>
          <w:szCs w:val="22"/>
        </w:rPr>
        <w:t>, OTÁZKY K OBHAJOBĚ,</w:t>
      </w:r>
      <w:r w:rsidR="001853EE">
        <w:rPr>
          <w:rFonts w:asciiTheme="minorHAnsi" w:hAnsiTheme="minorHAnsi" w:cstheme="minorHAnsi"/>
          <w:b/>
          <w:sz w:val="22"/>
          <w:szCs w:val="22"/>
        </w:rPr>
        <w:t xml:space="preserve"> NÁVRH KLASIFIKACE</w:t>
      </w:r>
    </w:p>
    <w:p w14:paraId="0BA81DC6" w14:textId="77777777" w:rsidR="00055897" w:rsidRPr="00863410" w:rsidRDefault="005C0ED3" w:rsidP="001853EE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 w:val="0"/>
          <w:i/>
          <w:sz w:val="22"/>
          <w:szCs w:val="22"/>
        </w:rPr>
      </w:pPr>
      <w:r w:rsidRPr="005C0ED3">
        <w:rPr>
          <w:rFonts w:asciiTheme="minorHAnsi" w:hAnsiTheme="minorHAnsi" w:cstheme="minorHAnsi"/>
          <w:b w:val="0"/>
          <w:i/>
          <w:sz w:val="22"/>
          <w:szCs w:val="22"/>
        </w:rPr>
        <w:t xml:space="preserve">Shrňte aspekty závěrečné práce, které nejvíce ovlivnily Vaše celkové hodnocení. </w:t>
      </w:r>
      <w:bookmarkStart w:id="1" w:name="_Hlk53838932"/>
      <w:r w:rsidRPr="005C0ED3">
        <w:rPr>
          <w:rFonts w:asciiTheme="minorHAnsi" w:hAnsiTheme="minorHAnsi" w:cstheme="minorHAnsi"/>
          <w:b w:val="0"/>
          <w:i/>
          <w:sz w:val="22"/>
          <w:szCs w:val="22"/>
        </w:rPr>
        <w:t>Uveďte případné otázky, které by měl student zodpovědět při obhajobě závěrečné práce před komisí.</w:t>
      </w:r>
      <w:bookmarkEnd w:id="1"/>
    </w:p>
    <w:sdt>
      <w:sdtPr>
        <w:rPr>
          <w:rFonts w:asciiTheme="minorHAnsi" w:hAnsiTheme="minorHAnsi" w:cstheme="minorHAnsi"/>
          <w:b w:val="0"/>
          <w:sz w:val="22"/>
          <w:szCs w:val="22"/>
        </w:rPr>
        <w:alias w:val="Celkové hodnocení"/>
        <w:tag w:val="Celkové hodnocení"/>
        <w:id w:val="691421195"/>
        <w:placeholder>
          <w:docPart w:val="8648668C013146BF92515AC2BDB47F45"/>
        </w:placeholder>
        <w:showingPlcHdr/>
        <w:text w:multiLine="1"/>
      </w:sdtPr>
      <w:sdtEndPr/>
      <w:sdtContent>
        <w:p w14:paraId="4B8AFA9D" w14:textId="77777777" w:rsidR="00863410" w:rsidRPr="00B83004" w:rsidRDefault="00B83004" w:rsidP="00B83004">
          <w:pPr>
            <w:pStyle w:val="Nzev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center" w:pos="5102"/>
              <w:tab w:val="left" w:pos="5664"/>
              <w:tab w:val="left" w:pos="6450"/>
            </w:tabs>
            <w:jc w:val="left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4A002C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sdtContent>
    </w:sdt>
    <w:p w14:paraId="2DBD3007" w14:textId="77777777" w:rsidR="00B83004" w:rsidRDefault="00B83004" w:rsidP="001371EA">
      <w:pPr>
        <w:spacing w:after="60"/>
        <w:rPr>
          <w:rFonts w:asciiTheme="minorHAnsi" w:hAnsiTheme="minorHAnsi" w:cstheme="minorHAnsi"/>
          <w:sz w:val="22"/>
          <w:szCs w:val="22"/>
        </w:rPr>
      </w:pPr>
    </w:p>
    <w:p w14:paraId="4DE851F6" w14:textId="77777777" w:rsidR="001371EA" w:rsidRPr="001371EA" w:rsidRDefault="001371EA" w:rsidP="001371EA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1371EA">
        <w:rPr>
          <w:rFonts w:asciiTheme="minorHAnsi" w:hAnsiTheme="minorHAnsi" w:cstheme="minorHAnsi"/>
          <w:sz w:val="22"/>
          <w:szCs w:val="22"/>
        </w:rPr>
        <w:t>Předloženou závěrečnou práci hodnotím klasifikačním stupněm</w:t>
      </w:r>
      <w:r w:rsidRPr="001371EA">
        <w:rPr>
          <w:rFonts w:asciiTheme="minorHAnsi" w:hAnsiTheme="minorHAnsi" w:cstheme="minorHAnsi"/>
          <w:b/>
          <w:sz w:val="22"/>
          <w:szCs w:val="22"/>
        </w:rPr>
        <w:t xml:space="preserve"> 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14617471"/>
          <w:placeholder>
            <w:docPart w:val="0A40E5806F8149ADA5DC487483C46EC3"/>
          </w:placeholder>
          <w:showingPlcHdr/>
          <w:dropDownList>
            <w:listItem w:value="Zvolte položku."/>
            <w:listItem w:displayText="A - výborně." w:value="A - výborně."/>
            <w:listItem w:displayText="B - velmi dobře." w:value="B - velmi dobře."/>
            <w:listItem w:displayText="C - dobře." w:value="C - dobře."/>
            <w:listItem w:displayText="D - uspokojivě." w:value="D - uspokojivě."/>
            <w:listItem w:displayText="E - dostatečně." w:value="E - dostatečně."/>
            <w:listItem w:displayText="F - nedostatečně." w:value="F - nedostatečně."/>
          </w:dropDownList>
        </w:sdtPr>
        <w:sdtEndPr/>
        <w:sdtContent>
          <w:r w:rsidR="004A1932" w:rsidRPr="00993DCE">
            <w:rPr>
              <w:rStyle w:val="Zstupntext"/>
            </w:rPr>
            <w:t>Zvolte položku.</w:t>
          </w:r>
        </w:sdtContent>
      </w:sdt>
    </w:p>
    <w:p w14:paraId="649D26E7" w14:textId="77777777" w:rsidR="00345852" w:rsidRDefault="00345852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Cs w:val="0"/>
          <w:sz w:val="22"/>
          <w:szCs w:val="22"/>
        </w:rPr>
      </w:pPr>
    </w:p>
    <w:p w14:paraId="7BEA5244" w14:textId="77777777" w:rsidR="00EA5D13" w:rsidRDefault="00EA5D13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Cs w:val="0"/>
          <w:sz w:val="22"/>
          <w:szCs w:val="22"/>
        </w:rPr>
      </w:pPr>
    </w:p>
    <w:p w14:paraId="6762FF8D" w14:textId="77777777" w:rsidR="00EA5D13" w:rsidRDefault="00EA5D13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Cs w:val="0"/>
          <w:sz w:val="22"/>
          <w:szCs w:val="22"/>
        </w:rPr>
      </w:pPr>
    </w:p>
    <w:p w14:paraId="5BF2A002" w14:textId="77777777" w:rsidR="00EA5D13" w:rsidRDefault="00EA5D13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Cs w:val="0"/>
          <w:sz w:val="22"/>
          <w:szCs w:val="22"/>
        </w:rPr>
      </w:pPr>
    </w:p>
    <w:p w14:paraId="05F15A20" w14:textId="77777777" w:rsidR="00EA5D13" w:rsidRDefault="00EA5D13" w:rsidP="00345852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bCs w:val="0"/>
          <w:sz w:val="22"/>
          <w:szCs w:val="22"/>
        </w:rPr>
      </w:pPr>
    </w:p>
    <w:p w14:paraId="171B3899" w14:textId="77777777" w:rsidR="006109B7" w:rsidRPr="000F6817" w:rsidRDefault="00B83004" w:rsidP="00B83004">
      <w:pPr>
        <w:pStyle w:val="Nzev"/>
        <w:tabs>
          <w:tab w:val="left" w:pos="6096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0F681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Datum: </w:t>
      </w:r>
      <w:sdt>
        <w:sdtPr>
          <w:rPr>
            <w:rFonts w:asciiTheme="minorHAnsi" w:hAnsiTheme="minorHAnsi" w:cstheme="minorHAnsi"/>
            <w:b w:val="0"/>
            <w:bCs w:val="0"/>
            <w:sz w:val="22"/>
            <w:szCs w:val="22"/>
          </w:rPr>
          <w:id w:val="14617489"/>
          <w:placeholder>
            <w:docPart w:val="5C3799435EBF4EA88C7E01F9438C832C"/>
          </w:placeholder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A7386D">
            <w:rPr>
              <w:rStyle w:val="Zstupntext"/>
              <w:rFonts w:asciiTheme="minorHAnsi" w:hAnsiTheme="minorHAnsi"/>
              <w:b w:val="0"/>
              <w:sz w:val="22"/>
              <w:szCs w:val="22"/>
            </w:rPr>
            <w:t>Klepněte sem a zadejte datum.</w:t>
          </w:r>
        </w:sdtContent>
      </w:sdt>
      <w:r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0F6817">
        <w:rPr>
          <w:rFonts w:asciiTheme="minorHAnsi" w:hAnsiTheme="minorHAnsi" w:cstheme="minorHAnsi"/>
          <w:b w:val="0"/>
          <w:bCs w:val="0"/>
          <w:sz w:val="22"/>
          <w:szCs w:val="22"/>
        </w:rPr>
        <w:t>Podpis:</w:t>
      </w:r>
    </w:p>
    <w:sectPr w:rsidR="006109B7" w:rsidRPr="000F6817" w:rsidSect="001C682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4818D" w14:textId="77777777" w:rsidR="004402DD" w:rsidRDefault="004402DD">
      <w:r>
        <w:separator/>
      </w:r>
    </w:p>
  </w:endnote>
  <w:endnote w:type="continuationSeparator" w:id="0">
    <w:p w14:paraId="336D5C8C" w14:textId="77777777" w:rsidR="004402DD" w:rsidRDefault="0044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6041391"/>
      <w:docPartObj>
        <w:docPartGallery w:val="Page Numbers (Bottom of Page)"/>
        <w:docPartUnique/>
      </w:docPartObj>
    </w:sdtPr>
    <w:sdtEndPr/>
    <w:sdtContent>
      <w:p w14:paraId="1A50F38C" w14:textId="77777777" w:rsidR="003F0707" w:rsidRDefault="00FD7CCB">
        <w:pPr>
          <w:pStyle w:val="Zpat"/>
          <w:jc w:val="center"/>
        </w:pPr>
        <w:r w:rsidRPr="00CF6160">
          <w:rPr>
            <w:rFonts w:asciiTheme="minorHAnsi" w:hAnsiTheme="minorHAnsi"/>
            <w:sz w:val="22"/>
            <w:szCs w:val="22"/>
          </w:rPr>
          <w:fldChar w:fldCharType="begin"/>
        </w:r>
        <w:r w:rsidR="00FB7097" w:rsidRPr="00CF6160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CF6160">
          <w:rPr>
            <w:rFonts w:asciiTheme="minorHAnsi" w:hAnsiTheme="minorHAnsi"/>
            <w:sz w:val="22"/>
            <w:szCs w:val="22"/>
          </w:rPr>
          <w:fldChar w:fldCharType="separate"/>
        </w:r>
        <w:r w:rsidR="00212469">
          <w:rPr>
            <w:rFonts w:asciiTheme="minorHAnsi" w:hAnsiTheme="minorHAnsi"/>
            <w:noProof/>
            <w:sz w:val="22"/>
            <w:szCs w:val="22"/>
          </w:rPr>
          <w:t>1</w:t>
        </w:r>
        <w:r w:rsidRPr="00CF6160">
          <w:rPr>
            <w:rFonts w:asciiTheme="minorHAnsi" w:hAnsiTheme="minorHAnsi"/>
            <w:noProof/>
            <w:sz w:val="22"/>
            <w:szCs w:val="22"/>
          </w:rPr>
          <w:fldChar w:fldCharType="end"/>
        </w:r>
        <w:r w:rsidR="00634709" w:rsidRPr="00CF6160">
          <w:rPr>
            <w:rFonts w:asciiTheme="minorHAnsi" w:hAnsiTheme="minorHAnsi"/>
            <w:noProof/>
            <w:sz w:val="22"/>
            <w:szCs w:val="22"/>
          </w:rPr>
          <w:t>/</w:t>
        </w:r>
        <w:r w:rsidR="004402DD">
          <w:fldChar w:fldCharType="begin"/>
        </w:r>
        <w:r w:rsidR="004402DD">
          <w:instrText xml:space="preserve"> NUMPAGES   \* MERGEFORMAT </w:instrText>
        </w:r>
        <w:r w:rsidR="004402DD">
          <w:fldChar w:fldCharType="separate"/>
        </w:r>
        <w:r w:rsidR="00212469" w:rsidRPr="00212469">
          <w:rPr>
            <w:rFonts w:asciiTheme="minorHAnsi" w:hAnsiTheme="minorHAnsi"/>
            <w:noProof/>
            <w:sz w:val="22"/>
            <w:szCs w:val="22"/>
          </w:rPr>
          <w:t>2</w:t>
        </w:r>
        <w:r w:rsidR="004402DD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  <w:p w14:paraId="2E9BF03E" w14:textId="77777777" w:rsidR="003F0707" w:rsidRDefault="003F07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3FED2" w14:textId="77777777" w:rsidR="002D64ED" w:rsidRDefault="00FD7CCB">
    <w:pPr>
      <w:pStyle w:val="Zpat"/>
      <w:jc w:val="center"/>
    </w:pPr>
    <w:r>
      <w:fldChar w:fldCharType="begin"/>
    </w:r>
    <w:r w:rsidR="00FB7097">
      <w:instrText xml:space="preserve"> PAGE   \* MERGEFORMAT </w:instrText>
    </w:r>
    <w:r>
      <w:fldChar w:fldCharType="separate"/>
    </w:r>
    <w:r w:rsidR="001C6825">
      <w:rPr>
        <w:noProof/>
      </w:rPr>
      <w:t>1</w:t>
    </w:r>
    <w:r>
      <w:rPr>
        <w:noProof/>
      </w:rPr>
      <w:fldChar w:fldCharType="end"/>
    </w:r>
  </w:p>
  <w:p w14:paraId="67338398" w14:textId="77777777" w:rsidR="002D64ED" w:rsidRDefault="002D64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36186" w14:textId="77777777" w:rsidR="004402DD" w:rsidRDefault="004402DD">
      <w:r>
        <w:separator/>
      </w:r>
    </w:p>
  </w:footnote>
  <w:footnote w:type="continuationSeparator" w:id="0">
    <w:p w14:paraId="52EBF8B5" w14:textId="77777777" w:rsidR="004402DD" w:rsidRDefault="00440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53E02" w14:textId="1953E410" w:rsidR="000A64BD" w:rsidRDefault="004F5BBF">
    <w:pPr>
      <w:pStyle w:val="Zhlav"/>
    </w:pPr>
    <w:r>
      <w:rPr>
        <w:noProof/>
      </w:rPr>
      <w:drawing>
        <wp:inline distT="0" distB="0" distL="0" distR="0" wp14:anchorId="2793F70E" wp14:editId="72799E1D">
          <wp:extent cx="1541780" cy="752475"/>
          <wp:effectExtent l="0" t="0" r="1270" b="9525"/>
          <wp:docPr id="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46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D26B32" wp14:editId="2B048DCB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0" t="381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4AA31" w14:textId="77777777" w:rsidR="00D6122A" w:rsidRPr="002D64ED" w:rsidRDefault="00D6122A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2D64E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</w:t>
                          </w:r>
                          <w:r w:rsidR="007765E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OPONENTA</w:t>
                          </w:r>
                          <w:r w:rsidRPr="002D64E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Pr="002D64E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26B3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93.15pt;margin-top:2.55pt;width:305.8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" filled="f" stroked="f">
              <v:textbox inset="0,0,0,0">
                <w:txbxContent>
                  <w:p w14:paraId="0C84AA31" w14:textId="77777777" w:rsidR="00D6122A" w:rsidRPr="002D64ED" w:rsidRDefault="00D6122A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2D64E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</w:t>
                    </w:r>
                    <w:r w:rsidR="007765EE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OPONENTA</w:t>
                    </w:r>
                    <w:r w:rsidRPr="002D64E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 </w:t>
                    </w:r>
                    <w:r w:rsidRPr="002D64E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E8AD6" w14:textId="77777777" w:rsidR="000A64BD" w:rsidRDefault="001C6825">
    <w:pPr>
      <w:pStyle w:val="Zhlav"/>
      <w:rPr>
        <w:sz w:val="20"/>
      </w:rPr>
    </w:pPr>
    <w:r>
      <w:rPr>
        <w:noProof/>
        <w:sz w:val="20"/>
      </w:rPr>
      <w:drawing>
        <wp:inline distT="0" distB="0" distL="0" distR="0" wp14:anchorId="3FD6C22F" wp14:editId="2CE45493">
          <wp:extent cx="914400" cy="421481"/>
          <wp:effectExtent l="0" t="0" r="0" b="0"/>
          <wp:docPr id="5" name="Obrázek 5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46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8D5A87" wp14:editId="1FD6BFB1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0" t="381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79A8D" w14:textId="77777777" w:rsidR="000A64BD" w:rsidRPr="000F6817" w:rsidRDefault="002D64ED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" filled="f" stroked="f">
              <v:textbox inset="0,0,0,0">
                <w:txbxContent>
                  <w:p w:rsidR="000A64BD" w:rsidRPr="000F6817" w:rsidRDefault="002D64ED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293"/>
    <w:rsid w:val="0000379C"/>
    <w:rsid w:val="00020CAF"/>
    <w:rsid w:val="00025AB7"/>
    <w:rsid w:val="00055897"/>
    <w:rsid w:val="0006675C"/>
    <w:rsid w:val="000A2502"/>
    <w:rsid w:val="000A5D12"/>
    <w:rsid w:val="000A64BD"/>
    <w:rsid w:val="000C2EA4"/>
    <w:rsid w:val="000C72B1"/>
    <w:rsid w:val="000D57F2"/>
    <w:rsid w:val="000D5BAF"/>
    <w:rsid w:val="000D6108"/>
    <w:rsid w:val="000F0BFF"/>
    <w:rsid w:val="000F6817"/>
    <w:rsid w:val="001371EA"/>
    <w:rsid w:val="00154D18"/>
    <w:rsid w:val="00175620"/>
    <w:rsid w:val="001853EE"/>
    <w:rsid w:val="00193FDF"/>
    <w:rsid w:val="001A74D8"/>
    <w:rsid w:val="001A7C71"/>
    <w:rsid w:val="001B6B8F"/>
    <w:rsid w:val="001C6825"/>
    <w:rsid w:val="001D6B28"/>
    <w:rsid w:val="001E4FC8"/>
    <w:rsid w:val="00212469"/>
    <w:rsid w:val="00224C67"/>
    <w:rsid w:val="00256FED"/>
    <w:rsid w:val="00283564"/>
    <w:rsid w:val="00292D20"/>
    <w:rsid w:val="00296CF3"/>
    <w:rsid w:val="002B2D61"/>
    <w:rsid w:val="002C3C6A"/>
    <w:rsid w:val="002D2A7C"/>
    <w:rsid w:val="002D64ED"/>
    <w:rsid w:val="002E2F28"/>
    <w:rsid w:val="002E37DF"/>
    <w:rsid w:val="002F40F0"/>
    <w:rsid w:val="002F42C2"/>
    <w:rsid w:val="00332394"/>
    <w:rsid w:val="00342FA3"/>
    <w:rsid w:val="00345852"/>
    <w:rsid w:val="00347DD8"/>
    <w:rsid w:val="003502A4"/>
    <w:rsid w:val="003529BC"/>
    <w:rsid w:val="00367705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15BFA"/>
    <w:rsid w:val="004402DD"/>
    <w:rsid w:val="0044404E"/>
    <w:rsid w:val="004A002C"/>
    <w:rsid w:val="004A1932"/>
    <w:rsid w:val="004A3274"/>
    <w:rsid w:val="004B6086"/>
    <w:rsid w:val="004D5F74"/>
    <w:rsid w:val="004F18C2"/>
    <w:rsid w:val="004F5BBF"/>
    <w:rsid w:val="004F6787"/>
    <w:rsid w:val="00504D9D"/>
    <w:rsid w:val="00510EB3"/>
    <w:rsid w:val="0053064C"/>
    <w:rsid w:val="00537723"/>
    <w:rsid w:val="005404DB"/>
    <w:rsid w:val="00552E44"/>
    <w:rsid w:val="00555D28"/>
    <w:rsid w:val="005575CC"/>
    <w:rsid w:val="00564B2F"/>
    <w:rsid w:val="0057165E"/>
    <w:rsid w:val="005A161D"/>
    <w:rsid w:val="005A3729"/>
    <w:rsid w:val="005C0ED3"/>
    <w:rsid w:val="005D0F9A"/>
    <w:rsid w:val="006027F1"/>
    <w:rsid w:val="0060282B"/>
    <w:rsid w:val="006109B7"/>
    <w:rsid w:val="00634709"/>
    <w:rsid w:val="0063749F"/>
    <w:rsid w:val="00641243"/>
    <w:rsid w:val="00642E20"/>
    <w:rsid w:val="00647102"/>
    <w:rsid w:val="006529DF"/>
    <w:rsid w:val="006604BC"/>
    <w:rsid w:val="0068507A"/>
    <w:rsid w:val="006967F5"/>
    <w:rsid w:val="006C43F5"/>
    <w:rsid w:val="006D7F6C"/>
    <w:rsid w:val="00712FA0"/>
    <w:rsid w:val="0073617B"/>
    <w:rsid w:val="00740FFB"/>
    <w:rsid w:val="00741F8B"/>
    <w:rsid w:val="00747AF4"/>
    <w:rsid w:val="00755675"/>
    <w:rsid w:val="00774E9B"/>
    <w:rsid w:val="007765EE"/>
    <w:rsid w:val="0079338C"/>
    <w:rsid w:val="007A3CD9"/>
    <w:rsid w:val="007B05FE"/>
    <w:rsid w:val="007D2882"/>
    <w:rsid w:val="007D50BE"/>
    <w:rsid w:val="007D661D"/>
    <w:rsid w:val="007E6C73"/>
    <w:rsid w:val="0080379E"/>
    <w:rsid w:val="008056E1"/>
    <w:rsid w:val="008605BD"/>
    <w:rsid w:val="00862893"/>
    <w:rsid w:val="00863410"/>
    <w:rsid w:val="0086392F"/>
    <w:rsid w:val="00870575"/>
    <w:rsid w:val="00886DEE"/>
    <w:rsid w:val="008E2B8C"/>
    <w:rsid w:val="008E50EE"/>
    <w:rsid w:val="008E5667"/>
    <w:rsid w:val="008F4F8A"/>
    <w:rsid w:val="00920412"/>
    <w:rsid w:val="0093747F"/>
    <w:rsid w:val="00941DD4"/>
    <w:rsid w:val="00941F57"/>
    <w:rsid w:val="00947000"/>
    <w:rsid w:val="00947862"/>
    <w:rsid w:val="00950579"/>
    <w:rsid w:val="00954C03"/>
    <w:rsid w:val="00955DB2"/>
    <w:rsid w:val="0096461F"/>
    <w:rsid w:val="00965575"/>
    <w:rsid w:val="009702EB"/>
    <w:rsid w:val="00991C68"/>
    <w:rsid w:val="0099331F"/>
    <w:rsid w:val="00997F71"/>
    <w:rsid w:val="009C1EA6"/>
    <w:rsid w:val="009C6DD3"/>
    <w:rsid w:val="009D1306"/>
    <w:rsid w:val="009D6BA0"/>
    <w:rsid w:val="009F3226"/>
    <w:rsid w:val="009F6AEB"/>
    <w:rsid w:val="00A50F5F"/>
    <w:rsid w:val="00A72A2F"/>
    <w:rsid w:val="00A7386D"/>
    <w:rsid w:val="00AA2152"/>
    <w:rsid w:val="00AC585E"/>
    <w:rsid w:val="00AF290F"/>
    <w:rsid w:val="00B07BA0"/>
    <w:rsid w:val="00B37974"/>
    <w:rsid w:val="00B83004"/>
    <w:rsid w:val="00B8688A"/>
    <w:rsid w:val="00B92BDC"/>
    <w:rsid w:val="00B92EBA"/>
    <w:rsid w:val="00BA2784"/>
    <w:rsid w:val="00BB5D16"/>
    <w:rsid w:val="00BD4F50"/>
    <w:rsid w:val="00C070D3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C6CC4"/>
    <w:rsid w:val="00CF6160"/>
    <w:rsid w:val="00D1449F"/>
    <w:rsid w:val="00D3155F"/>
    <w:rsid w:val="00D6122A"/>
    <w:rsid w:val="00D72345"/>
    <w:rsid w:val="00D75086"/>
    <w:rsid w:val="00D82AEC"/>
    <w:rsid w:val="00DC01B4"/>
    <w:rsid w:val="00DD65EA"/>
    <w:rsid w:val="00DE7811"/>
    <w:rsid w:val="00E004AF"/>
    <w:rsid w:val="00E06846"/>
    <w:rsid w:val="00E623F4"/>
    <w:rsid w:val="00E67F30"/>
    <w:rsid w:val="00E74162"/>
    <w:rsid w:val="00EA3153"/>
    <w:rsid w:val="00EA5D13"/>
    <w:rsid w:val="00EF2837"/>
    <w:rsid w:val="00F00BEC"/>
    <w:rsid w:val="00F03E8E"/>
    <w:rsid w:val="00F04D09"/>
    <w:rsid w:val="00F3143E"/>
    <w:rsid w:val="00F46995"/>
    <w:rsid w:val="00F733DC"/>
    <w:rsid w:val="00F86ACB"/>
    <w:rsid w:val="00F90EED"/>
    <w:rsid w:val="00FB7097"/>
    <w:rsid w:val="00FC65E4"/>
    <w:rsid w:val="00FD6DFD"/>
    <w:rsid w:val="00FD7CC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D6367"/>
  <w15:docId w15:val="{2738F30D-9DE9-488C-92F0-29A50CA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338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92C8E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9338C"/>
    <w:pPr>
      <w:ind w:left="108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0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7D661D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0C2EA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109B7"/>
    <w:rPr>
      <w:color w:val="808080"/>
    </w:rPr>
  </w:style>
  <w:style w:type="table" w:styleId="Mkatabulky">
    <w:name w:val="Table Grid"/>
    <w:basedOn w:val="Normlntabulka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345852"/>
    <w:rPr>
      <w:b/>
      <w:bCs/>
      <w:sz w:val="36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4A19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19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19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19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1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B0DF7AD3A943EFB07782EAC54A7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3EFE01-073B-4E25-B81C-75091E431EC7}"/>
      </w:docPartPr>
      <w:docPartBody>
        <w:p w:rsidR="0025702C" w:rsidRDefault="00373FE6" w:rsidP="00373FE6">
          <w:pPr>
            <w:pStyle w:val="DBB0DF7AD3A943EFB07782EAC54A72F9"/>
          </w:pPr>
          <w:r w:rsidRPr="00C913A8">
            <w:rPr>
              <w:rStyle w:val="Zstupntext"/>
              <w:rFonts w:asciiTheme="minorHAnsi" w:hAnsiTheme="minorHAnsi" w:cstheme="minorHAnsi"/>
            </w:rPr>
            <w:t>Klepněte sem a zadejte text.</w:t>
          </w:r>
        </w:p>
      </w:docPartBody>
    </w:docPart>
    <w:docPart>
      <w:docPartPr>
        <w:name w:val="884F551D34B7437AAC34A416B6B2FC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B0D6F-1C44-4405-AF2F-66739C853BF1}"/>
      </w:docPartPr>
      <w:docPartBody>
        <w:p w:rsidR="0025702C" w:rsidRDefault="00373FE6" w:rsidP="00373FE6">
          <w:pPr>
            <w:pStyle w:val="884F551D34B7437AAC34A416B6B2FCAD"/>
          </w:pPr>
          <w:r w:rsidRPr="00C913A8">
            <w:rPr>
              <w:rStyle w:val="Zstupntext"/>
              <w:rFonts w:asciiTheme="minorHAnsi" w:hAnsiTheme="minorHAnsi" w:cstheme="minorHAnsi"/>
            </w:rPr>
            <w:t>Klepněte sem a zadejte text.</w:t>
          </w:r>
        </w:p>
      </w:docPartBody>
    </w:docPart>
    <w:docPart>
      <w:docPartPr>
        <w:name w:val="A9F2755696EA445EA435A7FDAA28E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80FC75-8E66-4FD6-BB07-209D23972DAE}"/>
      </w:docPartPr>
      <w:docPartBody>
        <w:p w:rsidR="0025702C" w:rsidRDefault="00373FE6" w:rsidP="00373FE6">
          <w:pPr>
            <w:pStyle w:val="A9F2755696EA445EA435A7FDAA28ECC0"/>
          </w:pPr>
          <w:r w:rsidRPr="00C913A8">
            <w:rPr>
              <w:rStyle w:val="Zstupntext"/>
              <w:rFonts w:asciiTheme="minorHAnsi" w:hAnsiTheme="minorHAnsi" w:cstheme="minorHAnsi"/>
            </w:rPr>
            <w:t>Klepněte sem a zadejte text.</w:t>
          </w:r>
        </w:p>
      </w:docPartBody>
    </w:docPart>
    <w:docPart>
      <w:docPartPr>
        <w:name w:val="9431F45B855E47A98D507C52ADB5D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D88E79-1614-4456-903D-EEEF27C175A2}"/>
      </w:docPartPr>
      <w:docPartBody>
        <w:p w:rsidR="0025702C" w:rsidRDefault="00373FE6" w:rsidP="00373FE6">
          <w:pPr>
            <w:pStyle w:val="9431F45B855E47A98D507C52ADB5D091"/>
          </w:pPr>
          <w:r w:rsidRPr="00C913A8">
            <w:rPr>
              <w:rStyle w:val="Zstupntext"/>
              <w:rFonts w:asciiTheme="minorHAnsi" w:hAnsiTheme="minorHAnsi" w:cstheme="minorHAnsi"/>
            </w:rPr>
            <w:t>Klepněte sem a zadejte text.</w:t>
          </w:r>
        </w:p>
      </w:docPartBody>
    </w:docPart>
    <w:docPart>
      <w:docPartPr>
        <w:name w:val="0A40E5806F8149ADA5DC487483C46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5CF00-4F68-4E40-A576-019E85C202F7}"/>
      </w:docPartPr>
      <w:docPartBody>
        <w:p w:rsidR="0025702C" w:rsidRDefault="00373FE6" w:rsidP="00373FE6">
          <w:pPr>
            <w:pStyle w:val="0A40E5806F8149ADA5DC487483C46EC3"/>
          </w:pPr>
          <w:r w:rsidRPr="00993DCE">
            <w:rPr>
              <w:rStyle w:val="Zstupntext"/>
            </w:rPr>
            <w:t>Zvolte položku.</w:t>
          </w:r>
        </w:p>
      </w:docPartBody>
    </w:docPart>
    <w:docPart>
      <w:docPartPr>
        <w:name w:val="2B06AC949035467EAB2CB52A6EBCF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4AF89D-C7AA-44D2-AC28-E6EF44958A65}"/>
      </w:docPartPr>
      <w:docPartBody>
        <w:p w:rsidR="004224CC" w:rsidRDefault="009E26CF" w:rsidP="009E26CF">
          <w:pPr>
            <w:pStyle w:val="2B06AC949035467EAB2CB52A6EBCF2E9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B003237609F74524952ED561D394E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827ED-77BE-422F-9C62-174767F1AB94}"/>
      </w:docPartPr>
      <w:docPartBody>
        <w:p w:rsidR="004224CC" w:rsidRDefault="009E26CF" w:rsidP="009E26CF">
          <w:pPr>
            <w:pStyle w:val="B003237609F74524952ED561D394E08B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6BA2DE3D8E034D5889C2E243481B3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F77D77-9A6E-4646-8BC7-77235BD1115F}"/>
      </w:docPartPr>
      <w:docPartBody>
        <w:p w:rsidR="004224CC" w:rsidRDefault="009E26CF" w:rsidP="009E26CF">
          <w:pPr>
            <w:pStyle w:val="6BA2DE3D8E034D5889C2E243481B3091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10DC39FF4C014E828A662814E4BA3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504759-A68E-4CBF-B0FF-93AFC5188700}"/>
      </w:docPartPr>
      <w:docPartBody>
        <w:p w:rsidR="004224CC" w:rsidRDefault="009E26CF" w:rsidP="009E26CF">
          <w:pPr>
            <w:pStyle w:val="10DC39FF4C014E828A662814E4BA3B23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E8FEB19410E3415595DA491895364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28A83-F8B8-4CC9-BF06-6EFB7AF2EA0E}"/>
      </w:docPartPr>
      <w:docPartBody>
        <w:p w:rsidR="004224CC" w:rsidRDefault="009E26CF" w:rsidP="009E26CF">
          <w:pPr>
            <w:pStyle w:val="E8FEB19410E3415595DA4918953649AF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7F72F7984C0B4E60A82F7437D30E4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797EF-8B53-428D-8DF9-BFCB4F929086}"/>
      </w:docPartPr>
      <w:docPartBody>
        <w:p w:rsidR="004224CC" w:rsidRDefault="009E26CF" w:rsidP="009E26CF">
          <w:pPr>
            <w:pStyle w:val="7F72F7984C0B4E60A82F7437D30E4A18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7A3E44E840E1475DB34F2DB99ADC9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B305C-F18A-4C1C-9C72-91E8C1A450C4}"/>
      </w:docPartPr>
      <w:docPartBody>
        <w:p w:rsidR="004224CC" w:rsidRDefault="009E26CF" w:rsidP="009E26CF">
          <w:pPr>
            <w:pStyle w:val="7A3E44E840E1475DB34F2DB99ADC9720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2D6E6C8DC0624ABBBF0474A774983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53224-149E-44B3-9B6E-88FD929F82EA}"/>
      </w:docPartPr>
      <w:docPartBody>
        <w:p w:rsidR="004224CC" w:rsidRDefault="009E26CF" w:rsidP="009E26CF">
          <w:pPr>
            <w:pStyle w:val="2D6E6C8DC0624ABBBF0474A7749832C4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1D1783E536964C8086A8E603549B9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7A034-07FD-4845-A03D-5B8CF15ADC34}"/>
      </w:docPartPr>
      <w:docPartBody>
        <w:p w:rsidR="004224CC" w:rsidRDefault="009E26CF" w:rsidP="009E26CF">
          <w:pPr>
            <w:pStyle w:val="1D1783E536964C8086A8E603549B9203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581F4E7009FC4BEA81998416967DCD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0A404-9ED2-418B-A450-712E0B526DDF}"/>
      </w:docPartPr>
      <w:docPartBody>
        <w:p w:rsidR="004224CC" w:rsidRDefault="009E26CF" w:rsidP="009E26CF">
          <w:pPr>
            <w:pStyle w:val="581F4E7009FC4BEA81998416967DCD9B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2EF37088A1BC4906ADFA672C56672B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FDD008-4A9D-4919-A2CB-E9EDDF220792}"/>
      </w:docPartPr>
      <w:docPartBody>
        <w:p w:rsidR="004224CC" w:rsidRDefault="009E26CF" w:rsidP="009E26CF">
          <w:pPr>
            <w:pStyle w:val="2EF37088A1BC4906ADFA672C56672BC0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E8C70FF38C9440D79305FA381B8B0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16E63-AEB9-4275-B33E-6148D009E26F}"/>
      </w:docPartPr>
      <w:docPartBody>
        <w:p w:rsidR="004224CC" w:rsidRDefault="009E26CF" w:rsidP="009E26CF">
          <w:pPr>
            <w:pStyle w:val="E8C70FF38C9440D79305FA381B8B0C59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  <w:docPart>
      <w:docPartPr>
        <w:name w:val="2F7FB1F646914D018F5C948522ABC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D19BD9-6AC9-4B2B-99FE-123DEEF47106}"/>
      </w:docPartPr>
      <w:docPartBody>
        <w:p w:rsidR="004224CC" w:rsidRDefault="009E26CF" w:rsidP="009E26CF">
          <w:pPr>
            <w:pStyle w:val="2F7FB1F646914D018F5C948522ABCF61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8648668C013146BF92515AC2BDB47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D5E8A-F1AD-42B9-9456-A845CC68C9CE}"/>
      </w:docPartPr>
      <w:docPartBody>
        <w:p w:rsidR="004224CC" w:rsidRDefault="009E26CF" w:rsidP="009E26CF">
          <w:pPr>
            <w:pStyle w:val="8648668C013146BF92515AC2BDB47F45"/>
          </w:pPr>
          <w:r w:rsidRPr="00C913A8">
            <w:rPr>
              <w:rStyle w:val="Zstupntext"/>
              <w:rFonts w:cstheme="minorHAnsi"/>
            </w:rPr>
            <w:t>Klepněte sem a zadejte text.</w:t>
          </w:r>
        </w:p>
      </w:docPartBody>
    </w:docPart>
    <w:docPart>
      <w:docPartPr>
        <w:name w:val="5C3799435EBF4EA88C7E01F9438C8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6FEE67-D557-4777-A1FF-EAA0E7284956}"/>
      </w:docPartPr>
      <w:docPartBody>
        <w:p w:rsidR="004224CC" w:rsidRDefault="009E26CF" w:rsidP="009E26CF">
          <w:pPr>
            <w:pStyle w:val="5C3799435EBF4EA88C7E01F9438C832C"/>
          </w:pPr>
          <w:r w:rsidRPr="00993DCE">
            <w:rPr>
              <w:rStyle w:val="Zstupntext"/>
            </w:rPr>
            <w:t>Klepněte sem a zadejte datum.</w:t>
          </w:r>
        </w:p>
      </w:docPartBody>
    </w:docPart>
    <w:docPart>
      <w:docPartPr>
        <w:name w:val="53926A08A5A64C8FBD01604B80FF0E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FD8FC-DCD5-4FF9-955E-7E019A546949}"/>
      </w:docPartPr>
      <w:docPartBody>
        <w:p w:rsidR="004224CC" w:rsidRDefault="009E26CF" w:rsidP="009E26CF">
          <w:pPr>
            <w:pStyle w:val="53926A08A5A64C8FBD01604B80FF0EBD"/>
          </w:pPr>
          <w:r w:rsidRPr="00C913A8">
            <w:rPr>
              <w:rStyle w:val="Zstupntext"/>
              <w:rFonts w:cstheme="minorHAnsi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FE6"/>
    <w:rsid w:val="001C3303"/>
    <w:rsid w:val="0025702C"/>
    <w:rsid w:val="002D29E3"/>
    <w:rsid w:val="00373FE6"/>
    <w:rsid w:val="0037603F"/>
    <w:rsid w:val="003A51D7"/>
    <w:rsid w:val="004224CC"/>
    <w:rsid w:val="00561642"/>
    <w:rsid w:val="005A44A5"/>
    <w:rsid w:val="006F0717"/>
    <w:rsid w:val="00771382"/>
    <w:rsid w:val="007C29EE"/>
    <w:rsid w:val="008E35D7"/>
    <w:rsid w:val="009E2141"/>
    <w:rsid w:val="009E26CF"/>
    <w:rsid w:val="00BB44FE"/>
    <w:rsid w:val="00C26C2A"/>
    <w:rsid w:val="00C35227"/>
    <w:rsid w:val="00C918F1"/>
    <w:rsid w:val="00D703AC"/>
    <w:rsid w:val="00E55DBC"/>
    <w:rsid w:val="00EF5328"/>
    <w:rsid w:val="00FA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7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6CF"/>
    <w:rPr>
      <w:color w:val="808080"/>
    </w:rPr>
  </w:style>
  <w:style w:type="paragraph" w:customStyle="1" w:styleId="E2AF299FBCAF429E81CDE7429D412F9C">
    <w:name w:val="E2AF299FBCAF429E81CDE7429D412F9C"/>
    <w:rsid w:val="00373FE6"/>
  </w:style>
  <w:style w:type="paragraph" w:customStyle="1" w:styleId="DBB0DF7AD3A943EFB07782EAC54A72F9">
    <w:name w:val="DBB0DF7AD3A943EFB07782EAC54A72F9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4F551D34B7437AAC34A416B6B2FCAD">
    <w:name w:val="884F551D34B7437AAC34A416B6B2FCAD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3CC14E4454D52BB7778A2ECEB7435">
    <w:name w:val="9133CC14E4454D52BB7778A2ECEB7435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9EB82728714F8F9AB159BB46AC0DEB">
    <w:name w:val="B39EB82728714F8F9AB159BB46AC0DEB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2755696EA445EA435A7FDAA28ECC0">
    <w:name w:val="A9F2755696EA445EA435A7FDAA28ECC0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31F45B855E47A98D507C52ADB5D091">
    <w:name w:val="9431F45B855E47A98D507C52ADB5D091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3F8D515C4C848F4F779915F70937">
    <w:name w:val="AECB3F8D515C4C848F4F779915F7093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83BA902D9451420FA07699A557D8E5B5">
    <w:name w:val="83BA902D9451420FA07699A557D8E5B5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913BF6805BFC4E5B8C479F92DF2C3093">
    <w:name w:val="913BF6805BFC4E5B8C479F92DF2C3093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F1174EDCD6B41618AC735ADB67FC2D8">
    <w:name w:val="0F1174EDCD6B41618AC735ADB67FC2D8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C4BBE6F7CC84F969028E8788C8FA6E7">
    <w:name w:val="BC4BBE6F7CC84F969028E8788C8FA6E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CC5239BFB964B98851F8EB631C12DE4">
    <w:name w:val="5CC5239BFB964B98851F8EB631C12DE4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A40E5806F8149ADA5DC487483C46EC3">
    <w:name w:val="0A40E5806F8149ADA5DC487483C46EC3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6AC949035467EAB2CB52A6EBCF2E9">
    <w:name w:val="2B06AC949035467EAB2CB52A6EBCF2E9"/>
    <w:rsid w:val="009E26CF"/>
    <w:pPr>
      <w:spacing w:after="160" w:line="259" w:lineRule="auto"/>
    </w:pPr>
  </w:style>
  <w:style w:type="paragraph" w:customStyle="1" w:styleId="B003237609F74524952ED561D394E08B">
    <w:name w:val="B003237609F74524952ED561D394E08B"/>
    <w:rsid w:val="009E26CF"/>
    <w:pPr>
      <w:spacing w:after="160" w:line="259" w:lineRule="auto"/>
    </w:pPr>
  </w:style>
  <w:style w:type="paragraph" w:customStyle="1" w:styleId="6BA2DE3D8E034D5889C2E243481B3091">
    <w:name w:val="6BA2DE3D8E034D5889C2E243481B3091"/>
    <w:rsid w:val="009E26CF"/>
    <w:pPr>
      <w:spacing w:after="160" w:line="259" w:lineRule="auto"/>
    </w:pPr>
  </w:style>
  <w:style w:type="paragraph" w:customStyle="1" w:styleId="10DC39FF4C014E828A662814E4BA3B23">
    <w:name w:val="10DC39FF4C014E828A662814E4BA3B23"/>
    <w:rsid w:val="009E26CF"/>
    <w:pPr>
      <w:spacing w:after="160" w:line="259" w:lineRule="auto"/>
    </w:pPr>
  </w:style>
  <w:style w:type="paragraph" w:customStyle="1" w:styleId="E8FEB19410E3415595DA4918953649AF">
    <w:name w:val="E8FEB19410E3415595DA4918953649AF"/>
    <w:rsid w:val="009E26CF"/>
    <w:pPr>
      <w:spacing w:after="160" w:line="259" w:lineRule="auto"/>
    </w:pPr>
  </w:style>
  <w:style w:type="paragraph" w:customStyle="1" w:styleId="7F72F7984C0B4E60A82F7437D30E4A18">
    <w:name w:val="7F72F7984C0B4E60A82F7437D30E4A18"/>
    <w:rsid w:val="009E26CF"/>
    <w:pPr>
      <w:spacing w:after="160" w:line="259" w:lineRule="auto"/>
    </w:pPr>
  </w:style>
  <w:style w:type="paragraph" w:customStyle="1" w:styleId="7A3E44E840E1475DB34F2DB99ADC9720">
    <w:name w:val="7A3E44E840E1475DB34F2DB99ADC9720"/>
    <w:rsid w:val="009E26CF"/>
    <w:pPr>
      <w:spacing w:after="160" w:line="259" w:lineRule="auto"/>
    </w:pPr>
  </w:style>
  <w:style w:type="paragraph" w:customStyle="1" w:styleId="2D6E6C8DC0624ABBBF0474A7749832C4">
    <w:name w:val="2D6E6C8DC0624ABBBF0474A7749832C4"/>
    <w:rsid w:val="009E26CF"/>
    <w:pPr>
      <w:spacing w:after="160" w:line="259" w:lineRule="auto"/>
    </w:pPr>
  </w:style>
  <w:style w:type="paragraph" w:customStyle="1" w:styleId="1D1783E536964C8086A8E603549B9203">
    <w:name w:val="1D1783E536964C8086A8E603549B9203"/>
    <w:rsid w:val="009E26CF"/>
    <w:pPr>
      <w:spacing w:after="160" w:line="259" w:lineRule="auto"/>
    </w:pPr>
  </w:style>
  <w:style w:type="paragraph" w:customStyle="1" w:styleId="581F4E7009FC4BEA81998416967DCD9B">
    <w:name w:val="581F4E7009FC4BEA81998416967DCD9B"/>
    <w:rsid w:val="009E26CF"/>
    <w:pPr>
      <w:spacing w:after="160" w:line="259" w:lineRule="auto"/>
    </w:pPr>
  </w:style>
  <w:style w:type="paragraph" w:customStyle="1" w:styleId="2EF37088A1BC4906ADFA672C56672BC0">
    <w:name w:val="2EF37088A1BC4906ADFA672C56672BC0"/>
    <w:rsid w:val="009E26CF"/>
    <w:pPr>
      <w:spacing w:after="160" w:line="259" w:lineRule="auto"/>
    </w:pPr>
  </w:style>
  <w:style w:type="paragraph" w:customStyle="1" w:styleId="E8C70FF38C9440D79305FA381B8B0C59">
    <w:name w:val="E8C70FF38C9440D79305FA381B8B0C59"/>
    <w:rsid w:val="009E26CF"/>
    <w:pPr>
      <w:spacing w:after="160" w:line="259" w:lineRule="auto"/>
    </w:pPr>
  </w:style>
  <w:style w:type="paragraph" w:customStyle="1" w:styleId="2F7FB1F646914D018F5C948522ABCF61">
    <w:name w:val="2F7FB1F646914D018F5C948522ABCF61"/>
    <w:rsid w:val="009E26CF"/>
    <w:pPr>
      <w:spacing w:after="160" w:line="259" w:lineRule="auto"/>
    </w:pPr>
  </w:style>
  <w:style w:type="paragraph" w:customStyle="1" w:styleId="8648668C013146BF92515AC2BDB47F45">
    <w:name w:val="8648668C013146BF92515AC2BDB47F45"/>
    <w:rsid w:val="009E26CF"/>
    <w:pPr>
      <w:spacing w:after="160" w:line="259" w:lineRule="auto"/>
    </w:pPr>
  </w:style>
  <w:style w:type="paragraph" w:customStyle="1" w:styleId="5C3799435EBF4EA88C7E01F9438C832C">
    <w:name w:val="5C3799435EBF4EA88C7E01F9438C832C"/>
    <w:rsid w:val="009E26CF"/>
    <w:pPr>
      <w:spacing w:after="160" w:line="259" w:lineRule="auto"/>
    </w:pPr>
  </w:style>
  <w:style w:type="paragraph" w:customStyle="1" w:styleId="5EF48DF106CE44B7B0BD82A5B65B2CDF">
    <w:name w:val="5EF48DF106CE44B7B0BD82A5B65B2CDF"/>
    <w:rsid w:val="009E26CF"/>
    <w:pPr>
      <w:spacing w:after="160" w:line="259" w:lineRule="auto"/>
    </w:pPr>
  </w:style>
  <w:style w:type="paragraph" w:customStyle="1" w:styleId="53926A08A5A64C8FBD01604B80FF0EBD">
    <w:name w:val="53926A08A5A64C8FBD01604B80FF0EBD"/>
    <w:rsid w:val="009E26C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343DB-7692-4403-89DE-8260E0DC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rekt PEDC dopis1</Template>
  <TotalTime>4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CVUT dopis</vt:lpstr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creator>USER</dc:creator>
  <cp:lastModifiedBy>Brazdova Hajkova, Petra</cp:lastModifiedBy>
  <cp:revision>6</cp:revision>
  <cp:lastPrinted>2006-09-06T09:57:00Z</cp:lastPrinted>
  <dcterms:created xsi:type="dcterms:W3CDTF">2020-12-02T09:07:00Z</dcterms:created>
  <dcterms:modified xsi:type="dcterms:W3CDTF">2023-06-16T08:02:00Z</dcterms:modified>
</cp:coreProperties>
</file>